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106AA65F" w14:textId="3808242F" w:rsidR="00DE4157" w:rsidRPr="00DE4157" w:rsidRDefault="004E36AD" w:rsidP="00DE4157">
      <w:pPr>
        <w:tabs>
          <w:tab w:val="left" w:pos="2835"/>
        </w:tabs>
        <w:spacing w:before="240" w:after="240"/>
        <w:ind w:left="2835" w:hanging="2835"/>
        <w:jc w:val="center"/>
        <w:rPr>
          <w:b/>
          <w:lang w:val="en-KI"/>
        </w:rPr>
      </w:pPr>
      <w:r w:rsidRPr="007F3777">
        <w:rPr>
          <w:b/>
          <w:lang w:val="en-GB"/>
        </w:rPr>
        <w:t>Procurement No:</w:t>
      </w:r>
      <w:r w:rsidR="00DE4157">
        <w:rPr>
          <w:b/>
          <w:lang w:val="en-GB"/>
        </w:rPr>
        <w:t xml:space="preserve"> </w:t>
      </w:r>
      <w:r w:rsidR="00341F7A" w:rsidRPr="00FC0DEB">
        <w:t>25-g006-25</w:t>
      </w:r>
    </w:p>
    <w:p w14:paraId="002A6A00" w14:textId="667D41CF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lang w:val="en-GB"/>
        </w:rPr>
        <w:tab/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157A5B84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 w:rsidRPr="00781C4F">
        <w:rPr>
          <w:rFonts w:ascii="Calibri" w:hAnsi="Calibri" w:cs="Calibri"/>
        </w:rPr>
        <w:t xml:space="preserve">The Procurement will follow the timeline below for this RFQ. Any changes to this timeline will be posted on the </w:t>
      </w:r>
      <w:r w:rsidR="005F5C3B" w:rsidRPr="00781C4F">
        <w:rPr>
          <w:rFonts w:ascii="Calibri" w:hAnsi="Calibri" w:cs="Calibri"/>
        </w:rPr>
        <w:t>Kiribati Public Procurement Web</w:t>
      </w:r>
      <w:r w:rsidRPr="00781C4F">
        <w:rPr>
          <w:rFonts w:ascii="Calibri" w:hAnsi="Calibri" w:cs="Calibri"/>
        </w:rPr>
        <w:t xml:space="preserve"> </w:t>
      </w:r>
      <w:r w:rsidR="00D80D8E" w:rsidRPr="00781C4F">
        <w:rPr>
          <w:rFonts w:ascii="Calibri" w:hAnsi="Calibri" w:cs="Calibri"/>
        </w:rPr>
        <w:t>Portal</w:t>
      </w:r>
      <w:r w:rsidRPr="00781C4F">
        <w:rPr>
          <w:rFonts w:ascii="Calibri" w:hAnsi="Calibri" w:cs="Calibri"/>
        </w:rPr>
        <w:t xml:space="preserve"> (</w:t>
      </w:r>
      <w:hyperlink r:id="rId11" w:history="1">
        <w:r w:rsidR="00AB0D84" w:rsidRPr="00781C4F">
          <w:rPr>
            <w:rStyle w:val="Hyperlink"/>
          </w:rPr>
          <w:t>Tender List | Central Procurement Unit</w:t>
        </w:r>
      </w:hyperlink>
      <w:r w:rsidRPr="00781C4F">
        <w:rPr>
          <w:rFonts w:ascii="Calibri" w:hAnsi="Calibri" w:cs="Calibri"/>
        </w:rPr>
        <w:t xml:space="preserve">) </w:t>
      </w:r>
      <w:r w:rsidRPr="00781C4F">
        <w:rPr>
          <w:rFonts w:ascii="Calibri" w:hAnsi="Calibri" w:cs="Calibri"/>
          <w:u w:val="single"/>
        </w:rPr>
        <w:t>or</w:t>
      </w:r>
      <w:r w:rsidRPr="00781C4F">
        <w:rPr>
          <w:rFonts w:ascii="Calibri" w:hAnsi="Calibri" w:cs="Calibri"/>
        </w:rPr>
        <w:t xml:space="preserve"> sent directly </w:t>
      </w:r>
      <w:r w:rsidR="00FE039B" w:rsidRPr="00781C4F">
        <w:rPr>
          <w:rFonts w:ascii="Calibri" w:hAnsi="Calibri" w:cs="Calibri"/>
        </w:rPr>
        <w:t xml:space="preserve">to </w:t>
      </w:r>
      <w:r w:rsidRPr="00781C4F">
        <w:rPr>
          <w:rFonts w:ascii="Calibri" w:hAnsi="Calibri" w:cs="Calibri"/>
        </w:rPr>
        <w:t>Tenderers who have been specifically invited to submit a Tender.</w:t>
      </w:r>
      <w:r w:rsidRPr="004E36AD">
        <w:rPr>
          <w:rFonts w:ascii="Calibri" w:hAnsi="Calibri" w:cs="Calibri"/>
        </w:rPr>
        <w:t xml:space="preserve"> Please note that the dates </w:t>
      </w:r>
      <w:r w:rsidR="001134C4">
        <w:rPr>
          <w:rFonts w:ascii="Calibri" w:hAnsi="Calibri" w:cs="Calibri"/>
        </w:rPr>
        <w:t>outlined in</w:t>
      </w:r>
      <w:r w:rsidRPr="004E36AD">
        <w:rPr>
          <w:rFonts w:ascii="Calibri" w:hAnsi="Calibri" w:cs="Calibri"/>
        </w:rPr>
        <w:t xml:space="preserve">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F17236" w:rsidRPr="00A83773" w14:paraId="5CE7C1A9" w14:textId="77777777" w:rsidTr="00E33E48">
        <w:tc>
          <w:tcPr>
            <w:tcW w:w="4673" w:type="dxa"/>
            <w:shd w:val="clear" w:color="auto" w:fill="auto"/>
          </w:tcPr>
          <w:p w14:paraId="0C86EBA3" w14:textId="77777777" w:rsidR="00F17236" w:rsidRPr="00A83773" w:rsidRDefault="00F17236" w:rsidP="00E33E48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2F0A8131" w14:textId="77777777" w:rsidR="00F17236" w:rsidRPr="00A83773" w:rsidRDefault="00F17236" w:rsidP="00E33E48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10AF863" w14:textId="77777777" w:rsidR="00F17236" w:rsidRPr="00A83773" w:rsidRDefault="00F17236" w:rsidP="00E33E48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F17236" w:rsidRPr="00A83773" w14:paraId="4C2D539F" w14:textId="77777777" w:rsidTr="00E33E48">
        <w:tc>
          <w:tcPr>
            <w:tcW w:w="4673" w:type="dxa"/>
            <w:shd w:val="clear" w:color="auto" w:fill="auto"/>
          </w:tcPr>
          <w:p w14:paraId="41FD461D" w14:textId="77777777" w:rsidR="00F17236" w:rsidRPr="00A83773" w:rsidRDefault="00F17236" w:rsidP="00E33E48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2C779895" w14:textId="77777777" w:rsidR="00F17236" w:rsidRPr="00A83773" w:rsidRDefault="00F17236" w:rsidP="00E33E48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3256200" w14:textId="4965D751" w:rsidR="00F17236" w:rsidRPr="00A83773" w:rsidRDefault="004474F8" w:rsidP="00E33E48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4B2614">
              <w:rPr>
                <w:rFonts w:ascii="Calibri" w:hAnsi="Calibri"/>
                <w:szCs w:val="20"/>
              </w:rPr>
              <w:t>3</w:t>
            </w:r>
            <w:r>
              <w:rPr>
                <w:rFonts w:ascii="Calibri" w:hAnsi="Calibri"/>
                <w:szCs w:val="20"/>
              </w:rPr>
              <w:t>/05/25</w:t>
            </w:r>
          </w:p>
        </w:tc>
      </w:tr>
      <w:tr w:rsidR="00F17236" w:rsidRPr="00A83773" w14:paraId="45B2B4FE" w14:textId="77777777" w:rsidTr="00E33E48">
        <w:tc>
          <w:tcPr>
            <w:tcW w:w="4673" w:type="dxa"/>
            <w:shd w:val="clear" w:color="auto" w:fill="auto"/>
          </w:tcPr>
          <w:p w14:paraId="01EDC865" w14:textId="77777777" w:rsidR="00F17236" w:rsidRPr="00A83773" w:rsidRDefault="00F17236" w:rsidP="00E33E48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1A2D75B4" w14:textId="77777777" w:rsidR="00F17236" w:rsidRPr="00A83773" w:rsidRDefault="00F17236" w:rsidP="00E33E48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D0937E8" w14:textId="161ED1A8" w:rsidR="00F17236" w:rsidRPr="00A83773" w:rsidRDefault="00341F7A" w:rsidP="00E33E48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26</w:t>
            </w:r>
            <w:r w:rsidR="004474F8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05</w:t>
            </w:r>
            <w:r w:rsidR="004474F8">
              <w:rPr>
                <w:rFonts w:ascii="Calibri" w:hAnsi="Calibri"/>
                <w:szCs w:val="20"/>
              </w:rPr>
              <w:t>/25</w:t>
            </w:r>
          </w:p>
        </w:tc>
      </w:tr>
      <w:tr w:rsidR="00F17236" w:rsidRPr="00A83773" w14:paraId="1FDA9F26" w14:textId="77777777" w:rsidTr="00E33E48">
        <w:tc>
          <w:tcPr>
            <w:tcW w:w="4673" w:type="dxa"/>
            <w:shd w:val="clear" w:color="auto" w:fill="auto"/>
          </w:tcPr>
          <w:p w14:paraId="73D65BD2" w14:textId="77777777" w:rsidR="00F17236" w:rsidRPr="00A83773" w:rsidRDefault="00F17236" w:rsidP="00E33E48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Last date for answers to questions and/or to amend the RFQ</w:t>
            </w:r>
          </w:p>
        </w:tc>
        <w:tc>
          <w:tcPr>
            <w:tcW w:w="2268" w:type="dxa"/>
            <w:shd w:val="clear" w:color="auto" w:fill="auto"/>
          </w:tcPr>
          <w:p w14:paraId="018D888B" w14:textId="77777777" w:rsidR="00F17236" w:rsidRPr="00A83773" w:rsidRDefault="00F17236" w:rsidP="00E33E48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2DBBFCB6" w14:textId="27802C06" w:rsidR="00F17236" w:rsidRPr="00A83773" w:rsidRDefault="00341F7A" w:rsidP="00E33E48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30</w:t>
            </w:r>
            <w:r w:rsidR="004474F8">
              <w:rPr>
                <w:rFonts w:ascii="Calibri" w:hAnsi="Calibri"/>
                <w:szCs w:val="20"/>
              </w:rPr>
              <w:t>/05/25</w:t>
            </w:r>
          </w:p>
        </w:tc>
      </w:tr>
      <w:tr w:rsidR="00F17236" w:rsidRPr="00A83773" w14:paraId="5AFC7FC8" w14:textId="77777777" w:rsidTr="00E33E48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2118294B" w14:textId="77777777" w:rsidR="00F17236" w:rsidRPr="00A83773" w:rsidRDefault="00F17236" w:rsidP="00E33E48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36F4F215" w14:textId="77777777" w:rsidR="00F17236" w:rsidRPr="00A83773" w:rsidRDefault="00F17236" w:rsidP="00E33E48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DF7EAED" w14:textId="47489798" w:rsidR="00F17236" w:rsidRPr="00A83773" w:rsidRDefault="00983C5D" w:rsidP="00E33E48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4B2614">
              <w:rPr>
                <w:rFonts w:ascii="Calibri" w:hAnsi="Calibri"/>
                <w:szCs w:val="20"/>
              </w:rPr>
              <w:t>6</w:t>
            </w:r>
            <w:r w:rsidR="004474F8">
              <w:rPr>
                <w:rFonts w:ascii="Calibri" w:hAnsi="Calibri"/>
                <w:szCs w:val="20"/>
              </w:rPr>
              <w:t>/0</w:t>
            </w:r>
            <w:r w:rsidR="00341F7A">
              <w:rPr>
                <w:rFonts w:ascii="Calibri" w:hAnsi="Calibri"/>
                <w:szCs w:val="20"/>
              </w:rPr>
              <w:t>6</w:t>
            </w:r>
            <w:r w:rsidR="004474F8">
              <w:rPr>
                <w:rFonts w:ascii="Calibri" w:hAnsi="Calibri"/>
                <w:szCs w:val="20"/>
              </w:rPr>
              <w:t>/25</w:t>
            </w:r>
          </w:p>
        </w:tc>
      </w:tr>
      <w:tr w:rsidR="00F17236" w:rsidRPr="00A83773" w14:paraId="69FDBD88" w14:textId="77777777" w:rsidTr="00E33E48">
        <w:tc>
          <w:tcPr>
            <w:tcW w:w="4673" w:type="dxa"/>
            <w:shd w:val="clear" w:color="auto" w:fill="auto"/>
          </w:tcPr>
          <w:p w14:paraId="23BEF4E6" w14:textId="77777777" w:rsidR="00F17236" w:rsidRPr="00A83773" w:rsidRDefault="00F17236" w:rsidP="00E33E48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6FC5DBD7" w14:textId="77777777" w:rsidR="00F17236" w:rsidRPr="00A83773" w:rsidRDefault="00F17236" w:rsidP="00E33E48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8FC177" w14:textId="22A7ECA9" w:rsidR="00F17236" w:rsidRPr="00A83773" w:rsidRDefault="00FD6C45" w:rsidP="00E33E48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20</w:t>
            </w:r>
            <w:r w:rsidR="004474F8">
              <w:rPr>
                <w:rFonts w:ascii="Calibri" w:hAnsi="Calibri"/>
                <w:szCs w:val="20"/>
              </w:rPr>
              <w:t>/06/25</w:t>
            </w:r>
          </w:p>
        </w:tc>
      </w:tr>
      <w:tr w:rsidR="00F17236" w:rsidRPr="00A83773" w14:paraId="7AFFF1F4" w14:textId="77777777" w:rsidTr="00E33E48">
        <w:tc>
          <w:tcPr>
            <w:tcW w:w="4673" w:type="dxa"/>
            <w:shd w:val="clear" w:color="auto" w:fill="auto"/>
          </w:tcPr>
          <w:p w14:paraId="465CF94D" w14:textId="77777777" w:rsidR="00F17236" w:rsidRPr="00A83773" w:rsidRDefault="00F17236" w:rsidP="00E33E48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77D4D237" w14:textId="77777777" w:rsidR="00F17236" w:rsidRPr="00A83773" w:rsidRDefault="00F17236" w:rsidP="00E33E48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3A91809E" w14:textId="28656B4E" w:rsidR="00F17236" w:rsidRPr="00A83773" w:rsidRDefault="00FD6C45" w:rsidP="00E33E48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22</w:t>
            </w:r>
            <w:r w:rsidR="004474F8">
              <w:rPr>
                <w:rFonts w:ascii="Calibri" w:hAnsi="Calibri"/>
                <w:szCs w:val="20"/>
              </w:rPr>
              <w:t>/06/25</w:t>
            </w:r>
          </w:p>
        </w:tc>
      </w:tr>
      <w:tr w:rsidR="00F17236" w:rsidRPr="00A83773" w14:paraId="4E81A97C" w14:textId="77777777" w:rsidTr="00E33E48">
        <w:tc>
          <w:tcPr>
            <w:tcW w:w="4673" w:type="dxa"/>
            <w:shd w:val="clear" w:color="auto" w:fill="auto"/>
          </w:tcPr>
          <w:p w14:paraId="47F2258F" w14:textId="77777777" w:rsidR="00F17236" w:rsidRPr="00A83773" w:rsidRDefault="00F17236" w:rsidP="00E33E48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2F97CBF9" w14:textId="77777777" w:rsidR="00F17236" w:rsidRPr="00A83773" w:rsidRDefault="00F17236" w:rsidP="00E33E48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D78CDF2" w14:textId="588330EC" w:rsidR="00F17236" w:rsidRPr="00A83773" w:rsidRDefault="00FD6C45" w:rsidP="00E33E48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07</w:t>
            </w:r>
            <w:r w:rsidR="004474F8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7</w:t>
            </w:r>
            <w:r w:rsidR="004474F8">
              <w:rPr>
                <w:rFonts w:ascii="Calibri" w:hAnsi="Calibri"/>
                <w:szCs w:val="20"/>
              </w:rPr>
              <w:t>/25</w:t>
            </w:r>
          </w:p>
        </w:tc>
      </w:tr>
      <w:tr w:rsidR="00F17236" w:rsidRPr="00A83773" w14:paraId="28C6ABB8" w14:textId="77777777" w:rsidTr="00E33E48">
        <w:tc>
          <w:tcPr>
            <w:tcW w:w="4673" w:type="dxa"/>
            <w:shd w:val="clear" w:color="auto" w:fill="auto"/>
          </w:tcPr>
          <w:p w14:paraId="5F4FDB87" w14:textId="77777777" w:rsidR="00F17236" w:rsidRPr="00A83773" w:rsidRDefault="00F17236" w:rsidP="00E33E48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15A5AFF3" w14:textId="77777777" w:rsidR="00F17236" w:rsidRPr="00A83773" w:rsidRDefault="00F17236" w:rsidP="00E33E48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05BB1F5" w14:textId="05271F92" w:rsidR="00F17236" w:rsidRPr="00A83773" w:rsidRDefault="00FD6C45" w:rsidP="00E33E48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09</w:t>
            </w:r>
            <w:r w:rsidR="004474F8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7</w:t>
            </w:r>
            <w:r w:rsidR="004474F8">
              <w:rPr>
                <w:rFonts w:ascii="Calibri" w:hAnsi="Calibri"/>
                <w:szCs w:val="20"/>
              </w:rPr>
              <w:t>/25</w:t>
            </w:r>
          </w:p>
        </w:tc>
      </w:tr>
      <w:tr w:rsidR="00F17236" w:rsidRPr="00A33618" w14:paraId="029E8230" w14:textId="77777777" w:rsidTr="00E33E48">
        <w:tc>
          <w:tcPr>
            <w:tcW w:w="4673" w:type="dxa"/>
            <w:shd w:val="clear" w:color="auto" w:fill="auto"/>
          </w:tcPr>
          <w:p w14:paraId="68B66FA8" w14:textId="77777777" w:rsidR="00F17236" w:rsidRPr="00A83773" w:rsidRDefault="00F17236" w:rsidP="00E33E48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39E67A9D" w14:textId="77777777" w:rsidR="00F17236" w:rsidRPr="00690137" w:rsidRDefault="00F17236" w:rsidP="00E33E48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9FAB92B" w14:textId="6A4410AA" w:rsidR="00F17236" w:rsidRPr="00532E97" w:rsidRDefault="00FD6C45" w:rsidP="00E33E48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11</w:t>
            </w:r>
            <w:r w:rsidR="004474F8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7</w:t>
            </w:r>
            <w:r w:rsidR="004474F8">
              <w:rPr>
                <w:rFonts w:ascii="Calibri" w:hAnsi="Calibri"/>
                <w:szCs w:val="20"/>
              </w:rPr>
              <w:t>/25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B72360" w14:textId="77777777" w:rsidR="003C5A12" w:rsidRDefault="003C5A12">
      <w:r>
        <w:separator/>
      </w:r>
    </w:p>
  </w:endnote>
  <w:endnote w:type="continuationSeparator" w:id="0">
    <w:p w14:paraId="09486631" w14:textId="77777777" w:rsidR="003C5A12" w:rsidRDefault="003C5A12">
      <w:r>
        <w:continuationSeparator/>
      </w:r>
    </w:p>
  </w:endnote>
  <w:endnote w:type="continuationNotice" w:id="1">
    <w:p w14:paraId="4466709A" w14:textId="77777777" w:rsidR="003C5A12" w:rsidRDefault="003C5A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603A9EB2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FD6C45">
      <w:rPr>
        <w:noProof/>
      </w:rPr>
      <w:t>2025-06-09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9492E0" w14:textId="77777777" w:rsidR="003C5A12" w:rsidRDefault="003C5A12">
      <w:r>
        <w:separator/>
      </w:r>
    </w:p>
  </w:footnote>
  <w:footnote w:type="continuationSeparator" w:id="0">
    <w:p w14:paraId="4192AFB1" w14:textId="77777777" w:rsidR="003C5A12" w:rsidRDefault="003C5A12">
      <w:r>
        <w:continuationSeparator/>
      </w:r>
    </w:p>
  </w:footnote>
  <w:footnote w:type="continuationNotice" w:id="1">
    <w:p w14:paraId="27AB4D03" w14:textId="77777777" w:rsidR="003C5A12" w:rsidRDefault="003C5A1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9C872" w14:textId="1D343E46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>-2011-</w:t>
    </w:r>
    <w:proofErr w:type="gramStart"/>
    <w:r w:rsidR="00133D55" w:rsidRPr="004D63BE">
      <w:rPr>
        <w:rFonts w:cs="Calibri"/>
        <w:sz w:val="20"/>
        <w:u w:val="single"/>
      </w:rPr>
      <w:t>003  Volume</w:t>
    </w:r>
    <w:proofErr w:type="gramEnd"/>
    <w:r w:rsidR="00133D55" w:rsidRPr="004D63BE">
      <w:rPr>
        <w:rFonts w:cs="Calibri"/>
        <w:sz w:val="20"/>
        <w:u w:val="single"/>
      </w:rPr>
      <w:t xml:space="preserve"> 1 (</w:t>
    </w:r>
    <w:proofErr w:type="gramStart"/>
    <w:r w:rsidR="00133D55" w:rsidRPr="004D63BE">
      <w:rPr>
        <w:rFonts w:cs="Calibri"/>
        <w:sz w:val="20"/>
        <w:u w:val="single"/>
      </w:rPr>
      <w:t xml:space="preserve">Main)   </w:t>
    </w:r>
    <w:proofErr w:type="gramEnd"/>
    <w:r w:rsidR="00133D55" w:rsidRPr="004D63BE">
      <w:rPr>
        <w:rFonts w:cs="Calibri"/>
        <w:sz w:val="20"/>
        <w:u w:val="single"/>
      </w:rPr>
      <w:t xml:space="preserve">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4639512">
    <w:abstractNumId w:val="1"/>
  </w:num>
  <w:num w:numId="2" w16cid:durableId="1810317602">
    <w:abstractNumId w:val="10"/>
  </w:num>
  <w:num w:numId="3" w16cid:durableId="1081223613">
    <w:abstractNumId w:val="11"/>
  </w:num>
  <w:num w:numId="4" w16cid:durableId="589579172">
    <w:abstractNumId w:val="4"/>
  </w:num>
  <w:num w:numId="5" w16cid:durableId="1545677229">
    <w:abstractNumId w:val="3"/>
  </w:num>
  <w:num w:numId="6" w16cid:durableId="18240439">
    <w:abstractNumId w:val="7"/>
  </w:num>
  <w:num w:numId="7" w16cid:durableId="759713150">
    <w:abstractNumId w:val="5"/>
  </w:num>
  <w:num w:numId="8" w16cid:durableId="1864973454">
    <w:abstractNumId w:val="9"/>
  </w:num>
  <w:num w:numId="9" w16cid:durableId="963391234">
    <w:abstractNumId w:val="0"/>
  </w:num>
  <w:num w:numId="10" w16cid:durableId="1239901091">
    <w:abstractNumId w:val="8"/>
  </w:num>
  <w:num w:numId="11" w16cid:durableId="893202441">
    <w:abstractNumId w:val="2"/>
  </w:num>
  <w:num w:numId="12" w16cid:durableId="1157840067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0E10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32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34C4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4CCE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57D05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1F7A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8FD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5A12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A0A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4F8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2614"/>
    <w:rsid w:val="004B28A4"/>
    <w:rsid w:val="004B425B"/>
    <w:rsid w:val="004B4999"/>
    <w:rsid w:val="004B7E01"/>
    <w:rsid w:val="004C01C3"/>
    <w:rsid w:val="004C0821"/>
    <w:rsid w:val="004C24D6"/>
    <w:rsid w:val="004C30AE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984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0D8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4F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83C5D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BE6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30CE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A91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316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5FC1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2E7D"/>
    <w:rsid w:val="00DA30AB"/>
    <w:rsid w:val="00DA3113"/>
    <w:rsid w:val="00DA3FAA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157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051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5340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6F6A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1723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6C45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0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A43E32-943B-4FE1-966C-73B00C1DD95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2</TotalTime>
  <Pages>2</Pages>
  <Words>204</Words>
  <Characters>1096</Characters>
  <Application>Microsoft Office Word</Application>
  <DocSecurity>0</DocSecurity>
  <Lines>31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1276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Bwabwaraua</cp:lastModifiedBy>
  <cp:revision>2</cp:revision>
  <cp:lastPrinted>2013-10-18T08:32:00Z</cp:lastPrinted>
  <dcterms:created xsi:type="dcterms:W3CDTF">2025-06-09T03:51:00Z</dcterms:created>
  <dcterms:modified xsi:type="dcterms:W3CDTF">2025-06-09T03:51:00Z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  <property fmtid="{D5CDD505-2E9C-101B-9397-08002B2CF9AE}" pid="3" name="GrammarlyDocumentId">
    <vt:lpwstr>eff8ac1162e1b76c79572e88f11a2f1111a75dc90efb26dad64bc25b52d2219c</vt:lpwstr>
  </property>
</Properties>
</file>